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090" w:rsidRPr="008322EF" w:rsidRDefault="006E1A40" w:rsidP="006E1A40">
      <w:pPr>
        <w:jc w:val="center"/>
        <w:rPr>
          <w:sz w:val="48"/>
          <w:szCs w:val="48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8322EF">
        <w:rPr>
          <w:sz w:val="48"/>
          <w:szCs w:val="48"/>
          <w14:glow w14:rad="228600">
            <w14:schemeClr w14:val="accent6">
              <w14:alpha w14:val="60000"/>
              <w14:satMod w14:val="175000"/>
            </w14:schemeClr>
          </w14:glow>
        </w:rPr>
        <w:t>The abandoned boat</w:t>
      </w:r>
      <w:bookmarkStart w:id="0" w:name="_GoBack"/>
      <w:bookmarkEnd w:id="0"/>
    </w:p>
    <w:p w:rsidR="006E1A40" w:rsidRPr="008322EF" w:rsidRDefault="006E1A40" w:rsidP="006E1A40">
      <w:pPr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8322EF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 xml:space="preserve">A boat lies in the shallows of the water. An arrow is pierced through </w:t>
      </w:r>
      <w:proofErr w:type="gramStart"/>
      <w:r w:rsidRPr="008322EF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>the  motor</w:t>
      </w:r>
      <w:proofErr w:type="gramEnd"/>
      <w:r w:rsidRPr="008322EF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 xml:space="preserve"> and a knife lies on the bank.</w:t>
      </w:r>
      <w:r w:rsidR="003E405B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 xml:space="preserve"> </w:t>
      </w:r>
      <w:r w:rsidR="003E405B" w:rsidRPr="008322EF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>You</w:t>
      </w:r>
      <w:r w:rsidRPr="008322EF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 xml:space="preserve"> feel like something dangerous has happened here. A broken fishing rod and a fish lie inside inside the boat.</w:t>
      </w:r>
      <w:r w:rsidR="003E405B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 xml:space="preserve"> </w:t>
      </w:r>
      <w:r w:rsidRPr="008322EF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 xml:space="preserve">Trees shade over the boat and cast shadows.Red ants start crawling out of the </w:t>
      </w:r>
      <w:r w:rsidR="003E405B" w:rsidRPr="008322EF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>fishes</w:t>
      </w:r>
      <w:r w:rsidRPr="008322EF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 xml:space="preserve"> eyes and eat some of the flesh</w:t>
      </w:r>
      <w:r w:rsidR="008322EF" w:rsidRPr="008322EF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>. Eventually</w:t>
      </w:r>
      <w:r w:rsidR="008322EF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 xml:space="preserve"> the fish is devoured and they leave.</w:t>
      </w:r>
      <w:r w:rsidR="003E405B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 xml:space="preserve">  </w:t>
      </w:r>
      <w:r w:rsidR="008322EF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 xml:space="preserve">Suddenly you start to feel someone or something is watching you. You look behind yourself and see a rock statue staring at you. It seems to be holding a fresh dagger and it is somehow pointing at you. A shiver runs down your spine and you can smell bloody grass. </w:t>
      </w:r>
      <w:r w:rsidR="003E405B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>Lying</w:t>
      </w:r>
      <w:r w:rsidR="008322EF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 xml:space="preserve"> in the grass is a body with a black and white jacket and hoody. A knife lies through the persons </w:t>
      </w:r>
      <w:r w:rsidR="003E405B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>head, as</w:t>
      </w:r>
      <w:r w:rsidR="0067375A">
        <w:rPr>
          <w:sz w:val="24"/>
          <w:szCs w:val="24"/>
          <w14:glow w14:rad="228600">
            <w14:schemeClr w14:val="accent6">
              <w14:alpha w14:val="60000"/>
              <w14:satMod w14:val="175000"/>
            </w14:schemeClr>
          </w14:glow>
        </w:rPr>
        <w:t xml:space="preserve"> you turn your head and look at the statue the dagger has disappeared.</w:t>
      </w:r>
    </w:p>
    <w:sectPr w:rsidR="006E1A40" w:rsidRPr="008322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A40"/>
    <w:rsid w:val="003E405B"/>
    <w:rsid w:val="004B69CC"/>
    <w:rsid w:val="0067375A"/>
    <w:rsid w:val="006E1A40"/>
    <w:rsid w:val="008322EF"/>
    <w:rsid w:val="00E5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4457D5DC</Template>
  <TotalTime>24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2011-06-21T01:47:00Z</dcterms:created>
  <dcterms:modified xsi:type="dcterms:W3CDTF">2011-06-21T02:11:00Z</dcterms:modified>
</cp:coreProperties>
</file>